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E00EBF">
        <w:rPr>
          <w:rFonts w:cs="Arial"/>
          <w:b/>
        </w:rPr>
        <w:t xml:space="preserve">Nákup zkratovacích souprav do </w:t>
      </w:r>
      <w:r w:rsidR="00E00EBF" w:rsidRPr="00C40974">
        <w:rPr>
          <w:rFonts w:cs="Arial"/>
          <w:b/>
        </w:rPr>
        <w:t>27,5kV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A7457E" w:rsidRPr="000C1BBB" w:rsidRDefault="00A7457E" w:rsidP="00A7457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t>Formulář ČP o splnění základní způsobilosti</w:t>
      </w:r>
    </w:p>
    <w:p w:rsidR="00A7457E" w:rsidRPr="000C1BBB" w:rsidRDefault="00A7457E" w:rsidP="00A7457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</w:p>
    <w:p w:rsidR="00A7457E" w:rsidRPr="000C1BBB" w:rsidRDefault="00A7457E" w:rsidP="00A7457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Návrh kupní smlouvy</w:t>
      </w:r>
    </w:p>
    <w:p w:rsidR="00A7457E" w:rsidRDefault="00A7457E" w:rsidP="00A7457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:rsidR="00092170" w:rsidRDefault="00E00EBF" w:rsidP="00A7457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Foto</w:t>
      </w:r>
      <w:r w:rsidR="00092170">
        <w:t>dokumentace</w:t>
      </w:r>
    </w:p>
    <w:p w:rsidR="00A7457E" w:rsidRPr="000C1BBB" w:rsidRDefault="00A7457E" w:rsidP="00A7457E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E00EBF">
        <w:rPr>
          <w:rFonts w:cs="Arial"/>
          <w:b/>
        </w:rPr>
        <w:t xml:space="preserve">Nákup zkratovacích souprav do </w:t>
      </w:r>
      <w:r w:rsidR="00E00EBF" w:rsidRPr="00C40974">
        <w:rPr>
          <w:rFonts w:cs="Arial"/>
          <w:b/>
        </w:rPr>
        <w:t>27,5kV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A7457E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5B613F">
        <w:t xml:space="preserve">kupní </w:t>
      </w:r>
      <w:r w:rsidRPr="00F05536">
        <w:t>smlouvy.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A7457E" w:rsidRPr="00565B0D" w:rsidRDefault="00374707" w:rsidP="00A7457E">
      <w:pPr>
        <w:pStyle w:val="Zhlav"/>
        <w:tabs>
          <w:tab w:val="left" w:pos="1843"/>
        </w:tabs>
        <w:ind w:left="284"/>
      </w:pPr>
      <w:r w:rsidRPr="00F05536">
        <w:t xml:space="preserve">Zahájení </w:t>
      </w:r>
      <w:r w:rsidR="002A704C">
        <w:t>plnění</w:t>
      </w:r>
      <w:r w:rsidRPr="00F05536">
        <w:t xml:space="preserve">: </w:t>
      </w:r>
      <w:r w:rsidR="00A7457E" w:rsidRPr="006127F4">
        <w:t xml:space="preserve">srpen 2020 – </w:t>
      </w:r>
      <w:r w:rsidR="00A7457E" w:rsidRPr="00565B0D">
        <w:t>ihned po nabytí účinnosti kupní smlouvy uveřejněním</w:t>
      </w:r>
    </w:p>
    <w:p w:rsidR="00A7457E" w:rsidRPr="00565B0D" w:rsidRDefault="00A7457E" w:rsidP="00A7457E">
      <w:pPr>
        <w:pStyle w:val="Zhlav"/>
        <w:tabs>
          <w:tab w:val="clear" w:pos="4536"/>
          <w:tab w:val="left" w:pos="1843"/>
        </w:tabs>
        <w:ind w:left="284"/>
      </w:pPr>
      <w:r>
        <w:tab/>
        <w:t xml:space="preserve">                </w:t>
      </w:r>
      <w:r w:rsidRPr="00565B0D">
        <w:t>v registru smluv</w:t>
      </w:r>
    </w:p>
    <w:p w:rsidR="00374707" w:rsidRPr="007364DE" w:rsidRDefault="00A7457E" w:rsidP="00A7457E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</w:t>
      </w:r>
      <w:r w:rsidR="002A704C">
        <w:t>plnění</w:t>
      </w:r>
      <w:bookmarkStart w:id="0" w:name="_GoBack"/>
      <w:bookmarkEnd w:id="0"/>
      <w:r w:rsidRPr="00F05536">
        <w:t xml:space="preserve">: </w:t>
      </w:r>
      <w:r w:rsidR="00E00EBF" w:rsidRPr="00E00EBF">
        <w:rPr>
          <w:b/>
        </w:rPr>
        <w:t>31</w:t>
      </w:r>
      <w:r w:rsidRPr="006127F4">
        <w:rPr>
          <w:b/>
        </w:rPr>
        <w:t xml:space="preserve">. </w:t>
      </w:r>
      <w:r w:rsidR="00E00EBF">
        <w:rPr>
          <w:b/>
        </w:rPr>
        <w:t>října</w:t>
      </w:r>
      <w:r w:rsidRPr="006127F4">
        <w:rPr>
          <w:b/>
        </w:rPr>
        <w:t xml:space="preserve"> 2020</w:t>
      </w:r>
      <w:r w:rsidR="00374707" w:rsidRPr="00F05536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Pr="007364DE">
        <w:rPr>
          <w:color w:val="000000"/>
        </w:rPr>
        <w:lastRenderedPageBreak/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A7457E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61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61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773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0C16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70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70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BBE02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1C07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92170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A704C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45B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66C9D"/>
    <w:rsid w:val="005736B7"/>
    <w:rsid w:val="00575E5A"/>
    <w:rsid w:val="0059084E"/>
    <w:rsid w:val="005B613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7457E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00EBF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6618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2B20FD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01260B-A48D-4E7E-BE22-707110CF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9</TotalTime>
  <Pages>2</Pages>
  <Words>447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9</cp:revision>
  <cp:lastPrinted>2017-11-28T17:18:00Z</cp:lastPrinted>
  <dcterms:created xsi:type="dcterms:W3CDTF">2020-08-04T07:29:00Z</dcterms:created>
  <dcterms:modified xsi:type="dcterms:W3CDTF">2020-08-07T04:25:00Z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